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CE1051">
        <w:rPr>
          <w:rFonts w:ascii="Arial" w:hAnsi="Arial" w:cs="Arial"/>
          <w:b/>
          <w:caps/>
          <w:sz w:val="28"/>
          <w:szCs w:val="28"/>
        </w:rPr>
        <w:t>828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CE1051" w:rsidRDefault="00CE105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1051">
              <w:rPr>
                <w:rFonts w:ascii="Arial" w:hAnsi="Arial" w:cs="Arial"/>
                <w:sz w:val="20"/>
                <w:szCs w:val="20"/>
              </w:rPr>
              <w:t xml:space="preserve">Solicita providências visando à implantação de rede de esgoto na região da Rua </w:t>
            </w:r>
            <w:proofErr w:type="spellStart"/>
            <w:r w:rsidRPr="00CE1051">
              <w:rPr>
                <w:rFonts w:ascii="Arial" w:hAnsi="Arial" w:cs="Arial"/>
                <w:sz w:val="20"/>
                <w:szCs w:val="20"/>
              </w:rPr>
              <w:t>Rogélio</w:t>
            </w:r>
            <w:proofErr w:type="spellEnd"/>
            <w:r w:rsidRPr="00CE1051">
              <w:rPr>
                <w:rFonts w:ascii="Arial" w:hAnsi="Arial" w:cs="Arial"/>
                <w:sz w:val="20"/>
                <w:szCs w:val="20"/>
              </w:rPr>
              <w:t xml:space="preserve"> Silva, no Jardim Paraíso.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CE1051" w:rsidRPr="00CE1051">
        <w:rPr>
          <w:rFonts w:ascii="Arial" w:hAnsi="Arial" w:cs="Arial"/>
        </w:rPr>
        <w:t xml:space="preserve">à implantação de rede de esgoto na região da Rua </w:t>
      </w:r>
      <w:proofErr w:type="spellStart"/>
      <w:r w:rsidR="00CE1051" w:rsidRPr="00CE1051">
        <w:rPr>
          <w:rFonts w:ascii="Arial" w:hAnsi="Arial" w:cs="Arial"/>
        </w:rPr>
        <w:t>Rogélio</w:t>
      </w:r>
      <w:proofErr w:type="spellEnd"/>
      <w:r w:rsidR="00CE1051" w:rsidRPr="00CE1051">
        <w:rPr>
          <w:rFonts w:ascii="Arial" w:hAnsi="Arial" w:cs="Arial"/>
        </w:rPr>
        <w:t xml:space="preserve"> Silva, no Jardim Paraíso.</w:t>
      </w:r>
    </w:p>
    <w:p w:rsidR="0050288E" w:rsidRDefault="00CE1051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pedido se justifica, </w:t>
      </w:r>
      <w:r>
        <w:rPr>
          <w:rFonts w:ascii="Arial" w:hAnsi="Arial" w:cs="Arial"/>
        </w:rPr>
        <w:t>porque</w:t>
      </w:r>
      <w:r>
        <w:rPr>
          <w:rFonts w:ascii="Arial" w:hAnsi="Arial" w:cs="Arial"/>
        </w:rPr>
        <w:t xml:space="preserve"> na referida rua não existe </w:t>
      </w:r>
      <w:r>
        <w:rPr>
          <w:rFonts w:ascii="Arial" w:hAnsi="Arial" w:cs="Arial"/>
        </w:rPr>
        <w:t>rede de esgoto apropriada</w:t>
      </w:r>
      <w:r>
        <w:rPr>
          <w:rFonts w:ascii="Arial" w:hAnsi="Arial" w:cs="Arial"/>
        </w:rPr>
        <w:t xml:space="preserve"> para </w:t>
      </w:r>
      <w:r>
        <w:rPr>
          <w:rFonts w:ascii="Arial" w:hAnsi="Arial" w:cs="Arial"/>
        </w:rPr>
        <w:t>a devida</w:t>
      </w:r>
      <w:r>
        <w:rPr>
          <w:rFonts w:ascii="Arial" w:hAnsi="Arial" w:cs="Arial"/>
        </w:rPr>
        <w:t xml:space="preserve"> coleta </w:t>
      </w:r>
      <w:r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região</w:t>
      </w:r>
      <w:r>
        <w:rPr>
          <w:rFonts w:ascii="Arial" w:hAnsi="Arial" w:cs="Arial"/>
        </w:rPr>
        <w:t xml:space="preserve"> e isso está</w:t>
      </w:r>
      <w:r>
        <w:rPr>
          <w:rFonts w:ascii="Arial" w:hAnsi="Arial" w:cs="Arial"/>
        </w:rPr>
        <w:t xml:space="preserve"> causando um grande transtorno aos moradores, pois o esgoto está a céu aberto, conforme </w:t>
      </w:r>
      <w:r>
        <w:rPr>
          <w:rFonts w:ascii="Arial" w:hAnsi="Arial" w:cs="Arial"/>
        </w:rPr>
        <w:t>pode ser constatado na foto anexa.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E1051">
        <w:rPr>
          <w:rFonts w:ascii="Arial" w:hAnsi="Arial" w:cs="Arial"/>
        </w:rPr>
        <w:t>28</w:t>
      </w:r>
      <w:r w:rsidR="00695F4E">
        <w:rPr>
          <w:rFonts w:ascii="Arial" w:hAnsi="Arial" w:cs="Arial"/>
        </w:rPr>
        <w:t xml:space="preserve"> de </w:t>
      </w:r>
      <w:r w:rsidR="00CE1051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E1051" w:rsidRPr="00A34F2C" w:rsidRDefault="00CE1051" w:rsidP="00CE105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CE1051" w:rsidRPr="00A34F2C" w:rsidRDefault="00CE1051" w:rsidP="00CE105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E1051" w:rsidRDefault="00CE1051" w:rsidP="00CE1051">
      <w:pPr>
        <w:jc w:val="center"/>
      </w:pPr>
      <w:bookmarkStart w:id="0" w:name="_GoBack"/>
      <w:r w:rsidRPr="008E013E">
        <w:rPr>
          <w:noProof/>
        </w:rPr>
        <w:drawing>
          <wp:inline distT="0" distB="0" distL="0" distR="0">
            <wp:extent cx="4678680" cy="3509010"/>
            <wp:effectExtent l="0" t="0" r="7620" b="0"/>
            <wp:docPr id="10" name="Imagem 10" descr="C:\G07_Compartilhada\2017\BAIRROS\PENDENTES\JARDIM PARAÍSO\SOLICITAÇÃO ESGOTO\DSCN09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C:\G07_Compartilhada\2017\BAIRROS\PENDENTES\JARDIM PARAÍSO\SOLICITAÇÃO ESGOTO\DSCN092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8680" cy="3509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E1051" w:rsidRDefault="00CE1051" w:rsidP="00CE1051">
      <w:pPr>
        <w:jc w:val="center"/>
      </w:pPr>
    </w:p>
    <w:p w:rsidR="00CE1051" w:rsidRDefault="00CE1051" w:rsidP="00CE1051">
      <w:pPr>
        <w:jc w:val="center"/>
      </w:pPr>
    </w:p>
    <w:p w:rsidR="00CE1051" w:rsidRDefault="00CE1051" w:rsidP="00CE1051">
      <w:pPr>
        <w:jc w:val="center"/>
      </w:pPr>
      <w:r w:rsidRPr="008E013E">
        <w:rPr>
          <w:noProof/>
        </w:rPr>
        <w:drawing>
          <wp:inline distT="0" distB="0" distL="0" distR="0">
            <wp:extent cx="4709160" cy="3531870"/>
            <wp:effectExtent l="0" t="0" r="0" b="0"/>
            <wp:docPr id="9" name="Imagem 9" descr="C:\G07_Compartilhada\2017\BAIRROS\PENDENTES\JARDIM PARAÍSO\SOLICITAÇÃO ESGOTO\DSCN09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C:\G07_Compartilhada\2017\BAIRROS\PENDENTES\JARDIM PARAÍSO\SOLICITAÇÃO ESGOTO\DSCN0919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9160" cy="353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051" w:rsidRDefault="00CE1051" w:rsidP="00CE1051">
      <w:pPr>
        <w:jc w:val="center"/>
      </w:pPr>
    </w:p>
    <w:p w:rsidR="00CE1051" w:rsidRDefault="00CE1051" w:rsidP="00CE1051">
      <w:pPr>
        <w:jc w:val="center"/>
      </w:pPr>
    </w:p>
    <w:p w:rsidR="00CE1051" w:rsidRDefault="00CE1051" w:rsidP="00CE1051">
      <w:pPr>
        <w:jc w:val="center"/>
      </w:pPr>
    </w:p>
    <w:p w:rsidR="00CE1051" w:rsidRDefault="00CE1051" w:rsidP="00CE1051">
      <w:pPr>
        <w:jc w:val="center"/>
      </w:pPr>
      <w:r w:rsidRPr="008E013E">
        <w:rPr>
          <w:noProof/>
        </w:rPr>
        <w:drawing>
          <wp:inline distT="0" distB="0" distL="0" distR="0">
            <wp:extent cx="4761629" cy="3154045"/>
            <wp:effectExtent l="0" t="0" r="1270" b="8255"/>
            <wp:docPr id="8" name="Imagem 8" descr="C:\G07_Compartilhada\2017\BAIRROS\PENDENTES\JARDIM PARAÍSO\SOLICITAÇÃO ESGOTO\Fundos da rua26_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 descr="C:\G07_Compartilhada\2017\BAIRROS\PENDENTES\JARDIM PARAÍSO\SOLICITAÇÃO ESGOTO\Fundos da rua26_1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2928" cy="318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051" w:rsidRDefault="00CE1051" w:rsidP="00CE1051">
      <w:pPr>
        <w:jc w:val="center"/>
      </w:pPr>
    </w:p>
    <w:p w:rsidR="00CE1051" w:rsidRDefault="00CE1051" w:rsidP="00CE1051">
      <w:pPr>
        <w:jc w:val="center"/>
      </w:pPr>
      <w:r w:rsidRPr="008E013E">
        <w:rPr>
          <w:noProof/>
        </w:rPr>
        <w:drawing>
          <wp:inline distT="0" distB="0" distL="0" distR="0">
            <wp:extent cx="4733132" cy="3108960"/>
            <wp:effectExtent l="0" t="0" r="0" b="0"/>
            <wp:docPr id="5" name="Imagem 5" descr="C:\G07_Compartilhada\2017\BAIRROS\PENDENTES\JARDIM PARAÍSO\SOLICITAÇÃO ESGOTO\Fundos da rua26_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 descr="C:\G07_Compartilhada\2017\BAIRROS\PENDENTES\JARDIM PARAÍSO\SOLICITAÇÃO ESGOTO\Fundos da rua26_1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7362" cy="3183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051" w:rsidRDefault="00CE1051" w:rsidP="00CE1051">
      <w:pPr>
        <w:jc w:val="center"/>
      </w:pPr>
    </w:p>
    <w:p w:rsidR="00CE1051" w:rsidRDefault="00CE1051" w:rsidP="00CE1051">
      <w:pPr>
        <w:jc w:val="center"/>
      </w:pPr>
    </w:p>
    <w:p w:rsidR="00CE1051" w:rsidRDefault="00CE1051" w:rsidP="00CE1051">
      <w:pPr>
        <w:jc w:val="center"/>
      </w:pPr>
    </w:p>
    <w:p w:rsidR="00CE1051" w:rsidRDefault="00CE1051" w:rsidP="00CE1051">
      <w:pPr>
        <w:jc w:val="center"/>
      </w:pPr>
    </w:p>
    <w:p w:rsidR="00CE1051" w:rsidRDefault="00CE1051" w:rsidP="00CE1051">
      <w:pPr>
        <w:jc w:val="center"/>
      </w:pPr>
    </w:p>
    <w:p w:rsidR="00CE1051" w:rsidRDefault="00CE1051" w:rsidP="00CE1051">
      <w:pPr>
        <w:jc w:val="center"/>
      </w:pPr>
    </w:p>
    <w:p w:rsidR="00CE1051" w:rsidRDefault="00CE1051" w:rsidP="00CE1051">
      <w:pPr>
        <w:jc w:val="center"/>
      </w:pPr>
    </w:p>
    <w:p w:rsidR="00CE1051" w:rsidRDefault="00CE1051" w:rsidP="00CE1051">
      <w:pPr>
        <w:jc w:val="center"/>
      </w:pPr>
    </w:p>
    <w:p w:rsidR="00CE1051" w:rsidRDefault="00CE1051" w:rsidP="00CE1051">
      <w:pPr>
        <w:jc w:val="center"/>
      </w:pPr>
    </w:p>
    <w:p w:rsidR="00CE1051" w:rsidRDefault="00CE1051" w:rsidP="00CE1051">
      <w:pPr>
        <w:jc w:val="center"/>
      </w:pPr>
    </w:p>
    <w:p w:rsidR="00CE1051" w:rsidRDefault="00CE1051" w:rsidP="00CE1051">
      <w:pPr>
        <w:jc w:val="center"/>
      </w:pPr>
    </w:p>
    <w:p w:rsidR="00CE1051" w:rsidRDefault="00CE1051" w:rsidP="00CE1051">
      <w:pPr>
        <w:jc w:val="center"/>
      </w:pPr>
      <w:r w:rsidRPr="008E013E">
        <w:rPr>
          <w:noProof/>
        </w:rPr>
        <w:drawing>
          <wp:inline distT="0" distB="0" distL="0" distR="0">
            <wp:extent cx="4084320" cy="3063240"/>
            <wp:effectExtent l="0" t="0" r="0" b="3810"/>
            <wp:docPr id="4" name="Imagem 4" descr="C:\G07_Compartilhada\2017\BAIRROS\PENDENTES\JARDIM PARAÍSO\SOLICITAÇÃO ESGOTO\DSCN09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 descr="C:\G07_Compartilhada\2017\BAIRROS\PENDENTES\JARDIM PARAÍSO\SOLICITAÇÃO ESGOTO\DSCN0918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4320" cy="306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051" w:rsidRDefault="00CE1051" w:rsidP="00CE1051">
      <w:pPr>
        <w:jc w:val="center"/>
      </w:pPr>
    </w:p>
    <w:p w:rsidR="00CE1051" w:rsidRDefault="00CE1051" w:rsidP="00CE1051">
      <w:pPr>
        <w:jc w:val="center"/>
      </w:pPr>
    </w:p>
    <w:p w:rsidR="00CE1051" w:rsidRDefault="00CE1051" w:rsidP="00CE1051">
      <w:pPr>
        <w:jc w:val="center"/>
      </w:pPr>
      <w:r w:rsidRPr="008E013E">
        <w:rPr>
          <w:noProof/>
        </w:rPr>
        <w:drawing>
          <wp:inline distT="0" distB="0" distL="0" distR="0">
            <wp:extent cx="4077562" cy="3078386"/>
            <wp:effectExtent l="0" t="0" r="0" b="8255"/>
            <wp:docPr id="3" name="Imagem 3" descr="C:\G07_Compartilhada\2017\BAIRROS\PENDENTES\JARDIM PARAÍSO\SOLICITAÇÃO ESGOTO\Fundos da rua26_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 descr="C:\G07_Compartilhada\2017\BAIRROS\PENDENTES\JARDIM PARAÍSO\SOLICITAÇÃO ESGOTO\Fundos da rua26_09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763" cy="312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051" w:rsidRDefault="00CE1051" w:rsidP="00CE1051"/>
    <w:p w:rsidR="00CE1051" w:rsidRPr="00A16BC4" w:rsidRDefault="00CE1051" w:rsidP="00CE1051">
      <w:pPr>
        <w:pStyle w:val="Default"/>
        <w:jc w:val="both"/>
        <w:rPr>
          <w:bCs/>
          <w:sz w:val="20"/>
          <w:szCs w:val="20"/>
        </w:rPr>
      </w:pPr>
    </w:p>
    <w:p w:rsidR="00CE1051" w:rsidRDefault="00CE105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E1051" w:rsidRDefault="00CE105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E1051" w:rsidSect="007D39FD"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C7A" w:rsidRDefault="00542C7A">
      <w:r>
        <w:separator/>
      </w:r>
    </w:p>
  </w:endnote>
  <w:endnote w:type="continuationSeparator" w:id="0">
    <w:p w:rsidR="00542C7A" w:rsidRDefault="00542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C7A" w:rsidRDefault="00542C7A">
      <w:r>
        <w:separator/>
      </w:r>
    </w:p>
  </w:footnote>
  <w:footnote w:type="continuationSeparator" w:id="0">
    <w:p w:rsidR="00542C7A" w:rsidRDefault="00542C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E1051">
      <w:rPr>
        <w:rFonts w:ascii="Arial" w:hAnsi="Arial" w:cs="Arial"/>
        <w:b/>
        <w:sz w:val="20"/>
        <w:szCs w:val="20"/>
        <w:u w:val="single"/>
      </w:rPr>
      <w:t>828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CE1051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E105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E1051">
      <w:rPr>
        <w:rFonts w:ascii="Arial" w:hAnsi="Arial" w:cs="Arial"/>
        <w:b/>
        <w:noProof/>
        <w:sz w:val="20"/>
        <w:szCs w:val="20"/>
        <w:u w:val="single"/>
      </w:rPr>
      <w:t>4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42C7A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06E25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E1051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E105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EAB1D-8ECB-4319-A158-2F46B1821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8</TotalTime>
  <Pages>4</Pages>
  <Words>129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2018-03-27T14:18:00Z</cp:lastPrinted>
  <dcterms:created xsi:type="dcterms:W3CDTF">2018-03-27T14:08:00Z</dcterms:created>
  <dcterms:modified xsi:type="dcterms:W3CDTF">2018-03-27T14:18:00Z</dcterms:modified>
</cp:coreProperties>
</file>